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2ED84B4A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546347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8717F7">
        <w:rPr>
          <w:rStyle w:val="Siln"/>
          <w:highlight w:val="green"/>
        </w:rPr>
        <w:t>[DOPLNÍ DODAVATEL]</w:t>
      </w:r>
    </w:p>
    <w:p w14:paraId="3C68B1A9" w14:textId="0FBFAD39" w:rsidR="009348E2" w:rsidRPr="00A07A54" w:rsidRDefault="009348E2" w:rsidP="00426C2A">
      <w:pPr>
        <w:pStyle w:val="aodst"/>
      </w:pPr>
      <w:r w:rsidRPr="00A07A54">
        <w:t>Příjmení:</w:t>
      </w:r>
      <w:r w:rsidR="008717F7">
        <w:t xml:space="preserve"> </w:t>
      </w:r>
      <w:r w:rsidRPr="008717F7">
        <w:rPr>
          <w:rStyle w:val="Siln"/>
          <w:highlight w:val="green"/>
        </w:rPr>
        <w:t>[DOPLNÍ DODAVATEL]</w:t>
      </w:r>
    </w:p>
    <w:p w14:paraId="7C4B2CD9" w14:textId="0B2EC3A6" w:rsidR="009348E2" w:rsidRDefault="005B6DCD" w:rsidP="00426C2A">
      <w:pPr>
        <w:pStyle w:val="aodst"/>
      </w:pPr>
      <w:r>
        <w:t>Rodné p</w:t>
      </w:r>
      <w:r w:rsidR="009348E2">
        <w:t xml:space="preserve">říjmení: </w:t>
      </w:r>
      <w:r w:rsidR="009348E2" w:rsidRPr="008717F7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8717F7">
        <w:rPr>
          <w:rStyle w:val="Siln"/>
          <w:highlight w:val="green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8717F7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8717F7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8717F7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4494E8E5" w14:textId="44D7B3D9" w:rsidR="005B6DCD" w:rsidRDefault="005B6DCD" w:rsidP="00C62732">
      <w:pPr>
        <w:pStyle w:val="aodst"/>
      </w:pPr>
      <w:r w:rsidRPr="005B6DCD">
        <w:t xml:space="preserve">Osoba </w:t>
      </w:r>
      <w:r w:rsidRPr="008717F7">
        <w:rPr>
          <w:highlight w:val="green"/>
        </w:rPr>
        <w:t>je / není</w:t>
      </w:r>
      <w:r w:rsidRPr="005B6DCD">
        <w:t xml:space="preserve"> </w:t>
      </w:r>
      <w:r w:rsidRPr="008717F7">
        <w:rPr>
          <w:b/>
          <w:bCs/>
          <w:highlight w:val="green"/>
        </w:rPr>
        <w:t>[DOPLNÍ DODAVATEL]</w:t>
      </w:r>
      <w:r w:rsidRPr="005B6DCD">
        <w:t xml:space="preserve"> současně zaměstnancem zadavatele.</w:t>
      </w:r>
    </w:p>
    <w:p w14:paraId="2C25D411" w14:textId="6B67233D" w:rsidR="009348E2" w:rsidRDefault="005B6DCD" w:rsidP="008717F7">
      <w:pPr>
        <w:pStyle w:val="aodst"/>
      </w:pPr>
      <w:r w:rsidRPr="005B6DCD">
        <w:rPr>
          <w:bCs/>
        </w:rPr>
        <w:t>Zkušenosti lektora pro účely</w:t>
      </w:r>
      <w:r w:rsidRPr="005B6DCD">
        <w:rPr>
          <w:b/>
        </w:rPr>
        <w:t xml:space="preserve"> prokázání kvalifikace dle čl. 9.5.3 </w:t>
      </w:r>
      <w:r w:rsidRPr="005B6DCD">
        <w:rPr>
          <w:bCs/>
        </w:rPr>
        <w:t>výzvy k podání nabídek</w:t>
      </w:r>
      <w:r w:rsidR="009348E2" w:rsidRPr="00A07A54">
        <w:rPr>
          <w:smallCaps/>
          <w:vertAlign w:val="superscript"/>
        </w:rPr>
        <w:footnoteReference w:id="1"/>
      </w:r>
      <w:r w:rsidR="009348E2" w:rsidRPr="00A07A54">
        <w:t>: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2034"/>
      </w:tblGrid>
      <w:tr w:rsidR="005B6DCD" w:rsidRPr="00932FDE" w14:paraId="47057369" w14:textId="77777777" w:rsidTr="00411A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A9EB9E9" w14:textId="77777777" w:rsidR="005B6DCD" w:rsidRPr="00932FDE" w:rsidRDefault="005B6DCD" w:rsidP="002D5961">
            <w:pPr>
              <w:autoSpaceDE w:val="0"/>
              <w:autoSpaceDN w:val="0"/>
              <w:adjustRightInd w:val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Objednatel služby či</w:t>
            </w: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 </w:t>
            </w: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dodávky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,</w:t>
            </w:r>
          </w:p>
          <w:p w14:paraId="364F294A" w14:textId="77777777" w:rsidR="005B6DCD" w:rsidRPr="00932FDE" w:rsidRDefault="005B6DCD" w:rsidP="002D596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6"/>
                <w:szCs w:val="16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>IČO, sídlo, místo podnikaní,</w:t>
            </w:r>
          </w:p>
          <w:p w14:paraId="15EFC949" w14:textId="77777777" w:rsidR="005B6DCD" w:rsidRPr="00932FDE" w:rsidRDefault="005B6DCD" w:rsidP="002D5961">
            <w:pPr>
              <w:autoSpaceDE w:val="0"/>
              <w:autoSpaceDN w:val="0"/>
              <w:adjustRightInd w:val="0"/>
              <w:rPr>
                <w:rFonts w:cstheme="minorHAnsi"/>
                <w:szCs w:val="14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 xml:space="preserve">kontakt k ověření </w:t>
            </w:r>
            <w:r>
              <w:rPr>
                <w:rFonts w:ascii="Verdana" w:hAnsi="Verdana" w:cs="Verdana"/>
                <w:sz w:val="16"/>
                <w:szCs w:val="16"/>
              </w:rPr>
              <w:t>r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ealizované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služby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B09C159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Předmět plnění významné</w:t>
            </w:r>
          </w:p>
          <w:p w14:paraId="304B4647" w14:textId="77777777" w:rsidR="005B6DCD" w:rsidRPr="00932FDE" w:rsidRDefault="005B6DCD" w:rsidP="002D596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služby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2D3EE8E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Částka odpovídající</w:t>
            </w:r>
          </w:p>
          <w:p w14:paraId="2773927B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reálnému podílu</w:t>
            </w:r>
          </w:p>
          <w:p w14:paraId="17C74ACF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lektora na</w:t>
            </w:r>
          </w:p>
          <w:p w14:paraId="538D9DAC" w14:textId="77777777" w:rsidR="005B6DCD" w:rsidRPr="00932FDE" w:rsidRDefault="005B6DCD" w:rsidP="002D596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poskytnuté službě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AE6AB58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Doba realizace</w:t>
            </w:r>
          </w:p>
          <w:p w14:paraId="7E484354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(datum od-do, v rámci</w:t>
            </w:r>
          </w:p>
          <w:p w14:paraId="354BF12A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kalendářních let</w:t>
            </w:r>
          </w:p>
          <w:p w14:paraId="3D6FB7A4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nazpět před zahájením</w:t>
            </w:r>
          </w:p>
          <w:p w14:paraId="01E4F130" w14:textId="77777777" w:rsidR="005B6DCD" w:rsidRPr="00932FDE" w:rsidRDefault="005B6DCD" w:rsidP="002D596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výběrového řízení)</w:t>
            </w:r>
          </w:p>
        </w:tc>
      </w:tr>
      <w:tr w:rsidR="005B6DCD" w14:paraId="109BAB05" w14:textId="77777777" w:rsidTr="002D596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7296D19" w14:textId="77777777" w:rsidR="005B6DCD" w:rsidRDefault="005B6DCD" w:rsidP="002D596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4B4B1C6B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1B8E0186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31DD448D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6DCD" w14:paraId="5960699C" w14:textId="77777777" w:rsidTr="002D596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3EFC9178" w14:textId="77777777" w:rsidR="005B6DCD" w:rsidRDefault="005B6DCD" w:rsidP="002D596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7A657A56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2133BF7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56F03CFC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6DCD" w14:paraId="067F0288" w14:textId="77777777" w:rsidTr="002D5961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62C06C3F" w14:textId="77777777" w:rsidR="005B6DCD" w:rsidRDefault="005B6DCD" w:rsidP="002D596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0B05A048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1E29324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1C33B3A2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5BFBBBC1" w14:textId="77777777" w:rsidR="005B6DCD" w:rsidRPr="00A07A54" w:rsidRDefault="005B6DCD" w:rsidP="008717F7">
      <w:pPr>
        <w:pStyle w:val="aodst"/>
        <w:numPr>
          <w:ilvl w:val="0"/>
          <w:numId w:val="0"/>
        </w:numPr>
        <w:spacing w:before="0" w:line="276" w:lineRule="auto"/>
        <w:ind w:left="567"/>
      </w:pPr>
    </w:p>
    <w:p w14:paraId="7BAF5EE3" w14:textId="223C9356" w:rsidR="009348E2" w:rsidRPr="00A07A54" w:rsidRDefault="005B6DCD" w:rsidP="00426C2A">
      <w:pPr>
        <w:pStyle w:val="aodst"/>
      </w:pPr>
      <w:r>
        <w:rPr>
          <w:rFonts w:ascii="Verdana" w:hAnsi="Verdana" w:cs="Verdana"/>
        </w:rPr>
        <w:t xml:space="preserve">Zkušenosti lektora pro účely </w:t>
      </w:r>
      <w:r>
        <w:rPr>
          <w:rFonts w:ascii="Verdana,Bold" w:hAnsi="Verdana,Bold" w:cs="Verdana,Bold"/>
          <w:b/>
          <w:bCs/>
        </w:rPr>
        <w:t xml:space="preserve">hodnocení nabídky </w:t>
      </w:r>
      <w:r>
        <w:rPr>
          <w:rFonts w:ascii="Verdana" w:hAnsi="Verdana" w:cs="Verdana"/>
        </w:rPr>
        <w:t>dle čl. 17.2.3 Výzvy k podání nabídek</w:t>
      </w:r>
      <w:r w:rsidR="009348E2" w:rsidRPr="00A07A54">
        <w:t xml:space="preserve"> (popis věcného rozsahu služby – v detailu potřebném pro ověření splnění požadavků)</w:t>
      </w:r>
      <w:r w:rsidR="009348E2" w:rsidRPr="00A07A54">
        <w:rPr>
          <w:b/>
          <w:smallCaps/>
          <w:vertAlign w:val="superscript"/>
        </w:rPr>
        <w:footnoteReference w:id="2"/>
      </w:r>
      <w:r w:rsidR="009348E2" w:rsidRPr="00A07A54">
        <w:rPr>
          <w:b/>
        </w:rPr>
        <w:t xml:space="preserve">: </w:t>
      </w:r>
    </w:p>
    <w:tbl>
      <w:tblPr>
        <w:tblStyle w:val="Mkatabulky"/>
        <w:tblW w:w="0" w:type="auto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2034"/>
      </w:tblGrid>
      <w:tr w:rsidR="005B6DCD" w:rsidRPr="00932FDE" w14:paraId="277A638C" w14:textId="77777777" w:rsidTr="005B6D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566914E" w14:textId="500E9C20" w:rsidR="005B6DCD" w:rsidRPr="00932FDE" w:rsidRDefault="005B6DCD" w:rsidP="002D5961">
            <w:pPr>
              <w:autoSpaceDE w:val="0"/>
              <w:autoSpaceDN w:val="0"/>
              <w:adjustRightInd w:val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 w:rsidRPr="00932FDE">
              <w:rPr>
                <w:rFonts w:ascii="Verdana,Bold" w:hAnsi="Verdana,Bold" w:cs="Verdana,Bold"/>
                <w:b/>
                <w:bCs/>
                <w:sz w:val="16"/>
                <w:szCs w:val="16"/>
              </w:rPr>
              <w:t xml:space="preserve">Objednatel služby </w:t>
            </w:r>
          </w:p>
          <w:p w14:paraId="2AE13860" w14:textId="77777777" w:rsidR="005B6DCD" w:rsidRPr="00932FDE" w:rsidRDefault="005B6DCD" w:rsidP="002D5961">
            <w:pPr>
              <w:autoSpaceDE w:val="0"/>
              <w:autoSpaceDN w:val="0"/>
              <w:adjustRightInd w:val="0"/>
              <w:rPr>
                <w:rFonts w:ascii="Verdana" w:hAnsi="Verdana" w:cs="Verdana"/>
                <w:sz w:val="16"/>
                <w:szCs w:val="16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>IČO, sídlo, místo podnikaní,</w:t>
            </w:r>
          </w:p>
          <w:p w14:paraId="1D3C88F4" w14:textId="77777777" w:rsidR="005B6DCD" w:rsidRPr="00932FDE" w:rsidRDefault="005B6DCD" w:rsidP="002D5961">
            <w:pPr>
              <w:autoSpaceDE w:val="0"/>
              <w:autoSpaceDN w:val="0"/>
              <w:adjustRightInd w:val="0"/>
              <w:rPr>
                <w:rFonts w:cstheme="minorHAnsi"/>
                <w:szCs w:val="14"/>
              </w:rPr>
            </w:pPr>
            <w:r w:rsidRPr="00932FDE">
              <w:rPr>
                <w:rFonts w:ascii="Verdana" w:hAnsi="Verdana" w:cs="Verdana"/>
                <w:sz w:val="16"/>
                <w:szCs w:val="16"/>
              </w:rPr>
              <w:t xml:space="preserve">kontakt k ověření </w:t>
            </w:r>
            <w:r>
              <w:rPr>
                <w:rFonts w:ascii="Verdana" w:hAnsi="Verdana" w:cs="Verdana"/>
                <w:sz w:val="16"/>
                <w:szCs w:val="16"/>
              </w:rPr>
              <w:t>r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ealizované</w:t>
            </w: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932FDE">
              <w:rPr>
                <w:rFonts w:ascii="Verdana" w:hAnsi="Verdana" w:cs="Verdana"/>
                <w:sz w:val="16"/>
                <w:szCs w:val="16"/>
              </w:rPr>
              <w:t>služby</w:t>
            </w:r>
          </w:p>
        </w:tc>
        <w:tc>
          <w:tcPr>
            <w:tcW w:w="25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65EB675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Předmět plnění významné</w:t>
            </w:r>
          </w:p>
          <w:p w14:paraId="6A8A7AB9" w14:textId="77777777" w:rsidR="005B6DCD" w:rsidRPr="00932FDE" w:rsidRDefault="005B6DCD" w:rsidP="002D596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služby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D92EB57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Částka odpovídající</w:t>
            </w:r>
          </w:p>
          <w:p w14:paraId="685B442A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reálnému podílu</w:t>
            </w:r>
          </w:p>
          <w:p w14:paraId="1052FE1D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lektora na</w:t>
            </w:r>
          </w:p>
          <w:p w14:paraId="5AEB65DE" w14:textId="77777777" w:rsidR="005B6DCD" w:rsidRPr="00932FDE" w:rsidRDefault="005B6DCD" w:rsidP="002D596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poskytnuté službě</w:t>
            </w:r>
          </w:p>
        </w:tc>
        <w:tc>
          <w:tcPr>
            <w:tcW w:w="203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3AFCC7E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,Bold" w:hAnsi="Verdana,Bold" w:cs="Verdana,Bold"/>
                <w:b/>
                <w:bCs/>
                <w:sz w:val="16"/>
                <w:szCs w:val="16"/>
              </w:rPr>
            </w:pPr>
            <w:r>
              <w:rPr>
                <w:rFonts w:ascii="Verdana,Bold" w:hAnsi="Verdana,Bold" w:cs="Verdana,Bold"/>
                <w:b/>
                <w:bCs/>
                <w:sz w:val="16"/>
                <w:szCs w:val="16"/>
              </w:rPr>
              <w:t>Doba realizace</w:t>
            </w:r>
          </w:p>
          <w:p w14:paraId="5A44C541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(datum od-do, v rámci</w:t>
            </w:r>
          </w:p>
          <w:p w14:paraId="1B503365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kalendářních let</w:t>
            </w:r>
          </w:p>
          <w:p w14:paraId="6ED068EE" w14:textId="77777777" w:rsidR="005B6DCD" w:rsidRDefault="005B6DCD" w:rsidP="002D596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nazpět před zahájením</w:t>
            </w:r>
          </w:p>
          <w:p w14:paraId="4C5657FD" w14:textId="77777777" w:rsidR="005B6DCD" w:rsidRPr="00932FDE" w:rsidRDefault="005B6DCD" w:rsidP="002D596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Cs w:val="14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výběrového řízení)</w:t>
            </w:r>
          </w:p>
        </w:tc>
      </w:tr>
      <w:tr w:rsidR="005B6DCD" w14:paraId="074B66C5" w14:textId="77777777" w:rsidTr="005B6DCD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1D49B526" w14:textId="77777777" w:rsidR="005B6DCD" w:rsidRDefault="005B6DCD" w:rsidP="002D596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2FB72AA1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0EB2254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7790C10F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6DCD" w14:paraId="6E692A7F" w14:textId="77777777" w:rsidTr="005B6DCD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72B25307" w14:textId="77777777" w:rsidR="005B6DCD" w:rsidRDefault="005B6DCD" w:rsidP="002D596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3E282DFA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2678A22B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7CF216FF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6DCD" w14:paraId="5B7EDA9B" w14:textId="77777777" w:rsidTr="005B6DCD">
        <w:trPr>
          <w:trHeight w:val="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</w:tcPr>
          <w:p w14:paraId="53903FB3" w14:textId="77777777" w:rsidR="005B6DCD" w:rsidRDefault="005B6DCD" w:rsidP="002D5961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2552" w:type="dxa"/>
          </w:tcPr>
          <w:p w14:paraId="5FE88FB7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701" w:type="dxa"/>
          </w:tcPr>
          <w:p w14:paraId="77DE4993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034" w:type="dxa"/>
          </w:tcPr>
          <w:p w14:paraId="25B99466" w14:textId="77777777" w:rsidR="005B6DCD" w:rsidRDefault="005B6DCD" w:rsidP="002D5961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2C954613" w14:textId="77777777" w:rsidR="005B6DCD" w:rsidRDefault="005B6DCD" w:rsidP="005B6DCD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</w:p>
    <w:p w14:paraId="75AE119A" w14:textId="77777777" w:rsidR="005B6DCD" w:rsidRDefault="005B6DCD" w:rsidP="005B6DCD">
      <w:pPr>
        <w:spacing w:after="0"/>
        <w:rPr>
          <w:rFonts w:ascii="Tahoma" w:hAnsi="Tahoma" w:cs="Tahoma"/>
          <w:sz w:val="19"/>
          <w:szCs w:val="19"/>
          <w:shd w:val="clear" w:color="auto" w:fill="FFFFFF"/>
        </w:rPr>
      </w:pPr>
    </w:p>
    <w:p w14:paraId="31E644D2" w14:textId="77777777" w:rsidR="005B6DCD" w:rsidRPr="008D65AB" w:rsidRDefault="005B6DCD" w:rsidP="005B6DCD">
      <w:pPr>
        <w:spacing w:after="0"/>
        <w:rPr>
          <w:rStyle w:val="Nzevknihy"/>
          <w:rFonts w:ascii="Tahoma" w:hAnsi="Tahoma" w:cs="Tahoma"/>
          <w:b w:val="0"/>
          <w:bCs w:val="0"/>
          <w:smallCaps w:val="0"/>
          <w:sz w:val="19"/>
          <w:szCs w:val="19"/>
          <w:shd w:val="clear" w:color="auto" w:fill="FFFFFF"/>
        </w:rPr>
      </w:pPr>
      <w:r w:rsidRPr="006552B5">
        <w:rPr>
          <w:rFonts w:ascii="Tahoma" w:hAnsi="Tahoma" w:cs="Tahoma"/>
          <w:sz w:val="19"/>
          <w:szCs w:val="19"/>
          <w:shd w:val="clear" w:color="auto" w:fill="FFFFFF"/>
        </w:rPr>
        <w:t>Všechny údaje uvedené v tomto profesním životopisu jsou správné, úplné a pravdivé.</w:t>
      </w:r>
    </w:p>
    <w:p w14:paraId="69EAFA23" w14:textId="77777777" w:rsidR="005B6DCD" w:rsidRDefault="005B6DCD" w:rsidP="005B6DCD">
      <w:pPr>
        <w:spacing w:line="276" w:lineRule="auto"/>
        <w:rPr>
          <w:rFonts w:cstheme="minorHAnsi"/>
        </w:rPr>
      </w:pPr>
    </w:p>
    <w:p w14:paraId="768B0659" w14:textId="77777777" w:rsidR="005B6DCD" w:rsidRDefault="005B6DCD" w:rsidP="005B6DCD">
      <w:pPr>
        <w:spacing w:line="276" w:lineRule="auto"/>
        <w:rPr>
          <w:rFonts w:cstheme="minorHAnsi"/>
        </w:rPr>
      </w:pPr>
    </w:p>
    <w:p w14:paraId="4E7F8B47" w14:textId="77777777" w:rsidR="005B6DCD" w:rsidRPr="00AC5485" w:rsidRDefault="005B6DCD" w:rsidP="005B6DCD">
      <w:pPr>
        <w:spacing w:after="720" w:line="276" w:lineRule="auto"/>
        <w:rPr>
          <w:rFonts w:cstheme="minorHAnsi"/>
          <w:highlight w:val="green"/>
        </w:rPr>
      </w:pPr>
      <w:r w:rsidRPr="00AC5485">
        <w:rPr>
          <w:rFonts w:cstheme="minorHAnsi"/>
          <w:highlight w:val="green"/>
        </w:rPr>
        <w:t>V………………………. dne……………………..</w:t>
      </w:r>
    </w:p>
    <w:p w14:paraId="0E0F01E1" w14:textId="77777777" w:rsidR="005B6DCD" w:rsidRPr="008D65AB" w:rsidRDefault="005B6DCD" w:rsidP="005B6DCD">
      <w:pPr>
        <w:spacing w:line="276" w:lineRule="auto"/>
        <w:rPr>
          <w:rFonts w:cstheme="minorHAnsi"/>
        </w:rPr>
      </w:pPr>
      <w:r w:rsidRPr="00AC5485">
        <w:rPr>
          <w:rFonts w:cstheme="minorHAnsi"/>
          <w:highlight w:val="green"/>
        </w:rPr>
        <w:t>………………………………………………………..</w:t>
      </w:r>
    </w:p>
    <w:p w14:paraId="70C7DB78" w14:textId="77777777" w:rsidR="005B6DCD" w:rsidRDefault="005B6DCD" w:rsidP="005B6DCD">
      <w:pPr>
        <w:spacing w:line="276" w:lineRule="auto"/>
        <w:rPr>
          <w:rFonts w:cstheme="minorHAnsi"/>
        </w:rPr>
      </w:pPr>
      <w:r>
        <w:rPr>
          <w:rFonts w:cstheme="minorHAnsi"/>
        </w:rPr>
        <w:t>Podpis člena realizačního týmu</w:t>
      </w:r>
    </w:p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BAA59" w14:textId="77777777" w:rsidR="00A224D1" w:rsidRDefault="00A224D1" w:rsidP="00962258">
      <w:pPr>
        <w:spacing w:after="0" w:line="240" w:lineRule="auto"/>
      </w:pPr>
      <w:r>
        <w:separator/>
      </w:r>
    </w:p>
  </w:endnote>
  <w:endnote w:type="continuationSeparator" w:id="0">
    <w:p w14:paraId="75F0E394" w14:textId="77777777" w:rsidR="00A224D1" w:rsidRDefault="00A224D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002F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A61C1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DD91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7D7F7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D1B4D" w14:textId="77777777" w:rsidR="00A224D1" w:rsidRDefault="00A224D1" w:rsidP="00962258">
      <w:pPr>
        <w:spacing w:after="0" w:line="240" w:lineRule="auto"/>
      </w:pPr>
      <w:r>
        <w:separator/>
      </w:r>
    </w:p>
  </w:footnote>
  <w:footnote w:type="continuationSeparator" w:id="0">
    <w:p w14:paraId="52E4A285" w14:textId="77777777" w:rsidR="00A224D1" w:rsidRDefault="00A224D1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274676">
    <w:abstractNumId w:val="4"/>
  </w:num>
  <w:num w:numId="2" w16cid:durableId="585114699">
    <w:abstractNumId w:val="3"/>
  </w:num>
  <w:num w:numId="3" w16cid:durableId="7909052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8605628">
    <w:abstractNumId w:val="12"/>
  </w:num>
  <w:num w:numId="5" w16cid:durableId="695273860">
    <w:abstractNumId w:val="6"/>
  </w:num>
  <w:num w:numId="6" w16cid:durableId="210310032">
    <w:abstractNumId w:val="8"/>
  </w:num>
  <w:num w:numId="7" w16cid:durableId="629627573">
    <w:abstractNumId w:val="0"/>
  </w:num>
  <w:num w:numId="8" w16cid:durableId="1273633819">
    <w:abstractNumId w:val="9"/>
  </w:num>
  <w:num w:numId="9" w16cid:durableId="10408563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6037267">
    <w:abstractNumId w:val="8"/>
  </w:num>
  <w:num w:numId="11" w16cid:durableId="1959724689">
    <w:abstractNumId w:val="3"/>
  </w:num>
  <w:num w:numId="12" w16cid:durableId="12074252">
    <w:abstractNumId w:val="8"/>
  </w:num>
  <w:num w:numId="13" w16cid:durableId="686949802">
    <w:abstractNumId w:val="8"/>
  </w:num>
  <w:num w:numId="14" w16cid:durableId="1639608070">
    <w:abstractNumId w:val="8"/>
  </w:num>
  <w:num w:numId="15" w16cid:durableId="1028487667">
    <w:abstractNumId w:val="8"/>
  </w:num>
  <w:num w:numId="16" w16cid:durableId="1598324576">
    <w:abstractNumId w:val="13"/>
  </w:num>
  <w:num w:numId="17" w16cid:durableId="1832938686">
    <w:abstractNumId w:val="4"/>
  </w:num>
  <w:num w:numId="18" w16cid:durableId="1831946043">
    <w:abstractNumId w:val="13"/>
  </w:num>
  <w:num w:numId="19" w16cid:durableId="1938097265">
    <w:abstractNumId w:val="13"/>
  </w:num>
  <w:num w:numId="20" w16cid:durableId="1459447245">
    <w:abstractNumId w:val="13"/>
  </w:num>
  <w:num w:numId="21" w16cid:durableId="1236553056">
    <w:abstractNumId w:val="13"/>
  </w:num>
  <w:num w:numId="22" w16cid:durableId="2034183220">
    <w:abstractNumId w:val="8"/>
  </w:num>
  <w:num w:numId="23" w16cid:durableId="398093886">
    <w:abstractNumId w:val="3"/>
  </w:num>
  <w:num w:numId="24" w16cid:durableId="1043403650">
    <w:abstractNumId w:val="8"/>
  </w:num>
  <w:num w:numId="25" w16cid:durableId="1439175418">
    <w:abstractNumId w:val="8"/>
  </w:num>
  <w:num w:numId="26" w16cid:durableId="774790719">
    <w:abstractNumId w:val="8"/>
  </w:num>
  <w:num w:numId="27" w16cid:durableId="782572666">
    <w:abstractNumId w:val="8"/>
  </w:num>
  <w:num w:numId="28" w16cid:durableId="411663623">
    <w:abstractNumId w:val="13"/>
  </w:num>
  <w:num w:numId="29" w16cid:durableId="899900828">
    <w:abstractNumId w:val="4"/>
  </w:num>
  <w:num w:numId="30" w16cid:durableId="899292135">
    <w:abstractNumId w:val="13"/>
  </w:num>
  <w:num w:numId="31" w16cid:durableId="598607484">
    <w:abstractNumId w:val="13"/>
  </w:num>
  <w:num w:numId="32" w16cid:durableId="1848446026">
    <w:abstractNumId w:val="13"/>
  </w:num>
  <w:num w:numId="33" w16cid:durableId="1025402161">
    <w:abstractNumId w:val="13"/>
  </w:num>
  <w:num w:numId="34" w16cid:durableId="1742099581">
    <w:abstractNumId w:val="1"/>
  </w:num>
  <w:num w:numId="35" w16cid:durableId="1937327033">
    <w:abstractNumId w:val="2"/>
  </w:num>
  <w:num w:numId="36" w16cid:durableId="673344055">
    <w:abstractNumId w:val="5"/>
  </w:num>
  <w:num w:numId="37" w16cid:durableId="69617521">
    <w:abstractNumId w:val="7"/>
  </w:num>
  <w:num w:numId="38" w16cid:durableId="490946083">
    <w:abstractNumId w:val="14"/>
  </w:num>
  <w:num w:numId="39" w16cid:durableId="1098326995">
    <w:abstractNumId w:val="11"/>
  </w:num>
  <w:num w:numId="40" w16cid:durableId="8813569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22510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D7AE4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126EE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11AD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B7BB1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46347"/>
    <w:rsid w:val="00553375"/>
    <w:rsid w:val="00557C28"/>
    <w:rsid w:val="005736B7"/>
    <w:rsid w:val="00575E5A"/>
    <w:rsid w:val="0059712B"/>
    <w:rsid w:val="005B6DCD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A62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91F79"/>
    <w:rsid w:val="007A5BFC"/>
    <w:rsid w:val="007B570C"/>
    <w:rsid w:val="007C589B"/>
    <w:rsid w:val="007E2678"/>
    <w:rsid w:val="007E4A6E"/>
    <w:rsid w:val="007F0984"/>
    <w:rsid w:val="007F56A7"/>
    <w:rsid w:val="00807DD0"/>
    <w:rsid w:val="00845E45"/>
    <w:rsid w:val="008574AF"/>
    <w:rsid w:val="008640D9"/>
    <w:rsid w:val="008659F3"/>
    <w:rsid w:val="008717F7"/>
    <w:rsid w:val="00886D4B"/>
    <w:rsid w:val="00895406"/>
    <w:rsid w:val="008A3568"/>
    <w:rsid w:val="008B304A"/>
    <w:rsid w:val="008D03B9"/>
    <w:rsid w:val="008D7E95"/>
    <w:rsid w:val="008F18D6"/>
    <w:rsid w:val="008F79CC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174F5"/>
    <w:rsid w:val="00A224D1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C5485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9656C"/>
    <w:rsid w:val="00BA123B"/>
    <w:rsid w:val="00BC6E14"/>
    <w:rsid w:val="00BD7E91"/>
    <w:rsid w:val="00C02D0A"/>
    <w:rsid w:val="00C03A6E"/>
    <w:rsid w:val="00C44F6A"/>
    <w:rsid w:val="00C46DEB"/>
    <w:rsid w:val="00C47AE3"/>
    <w:rsid w:val="00C62732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2004"/>
    <w:rsid w:val="00DD46F3"/>
    <w:rsid w:val="00DE56F2"/>
    <w:rsid w:val="00DF116D"/>
    <w:rsid w:val="00DF7620"/>
    <w:rsid w:val="00E16BC4"/>
    <w:rsid w:val="00E36C4A"/>
    <w:rsid w:val="00E83A12"/>
    <w:rsid w:val="00E84396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  <w:style w:type="character" w:styleId="Nzevknihy">
    <w:name w:val="Book Title"/>
    <w:basedOn w:val="Standardnpsmoodstavce"/>
    <w:uiPriority w:val="33"/>
    <w:qFormat/>
    <w:rsid w:val="005B6DC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A65470-B3DE-40E8-9D57-B82E3BD45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56</TotalTime>
  <Pages>2</Pages>
  <Words>324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19</cp:revision>
  <cp:lastPrinted>2020-07-15T06:29:00Z</cp:lastPrinted>
  <dcterms:created xsi:type="dcterms:W3CDTF">2020-11-18T18:18:00Z</dcterms:created>
  <dcterms:modified xsi:type="dcterms:W3CDTF">2025-01-23T14:26:00Z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